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912065">
      <w:r>
        <w:rPr>
          <w:noProof/>
        </w:rPr>
        <w:pict>
          <v:group id="_x0000_s1026" style="position:absolute;margin-left:11.2pt;margin-top:-19.35pt;width:529.9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BA6001">
                      <w:pPr>
                        <w:tabs>
                          <w:tab w:val="right" w:pos="504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AD149F" w:rsidRPr="00AD149F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HW29</w:t>
                        </w:r>
                        <w:r w:rsidR="00AD149F">
                          <w:rPr>
                            <w:noProof/>
                          </w:rPr>
                          <w:t>_TestReview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2B8C" w:rsidRDefault="004A1C66" w:rsidP="00212B8C">
                      <w:pPr>
                        <w:tabs>
                          <w:tab w:val="left" w:pos="2790"/>
                        </w:tabs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D149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6</w:t>
                      </w:r>
                      <w:r w:rsidR="00E372A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Oct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212B8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(Khan Academy work </w:t>
                      </w:r>
                      <w:r w:rsidR="00AD149F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also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due 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  <w:u w:val="single"/>
                        </w:rPr>
                        <w:t>Monday</w:t>
                      </w:r>
                      <w:r w:rsidR="00AD149F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!</w:t>
                      </w:r>
                      <w:r w:rsidR="00212B8C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)</w:t>
                      </w:r>
                      <w:proofErr w:type="gramEnd"/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4A1C66" w:rsidRDefault="004A1C66">
      <w:r>
        <w:t xml:space="preserve"> </w:t>
      </w:r>
    </w:p>
    <w:p w:rsidR="00ED52C2" w:rsidRPr="00624A63" w:rsidRDefault="00ED52C2" w:rsidP="00BA6001">
      <w:pPr>
        <w:tabs>
          <w:tab w:val="left" w:pos="1155"/>
        </w:tabs>
        <w:rPr>
          <w:sz w:val="10"/>
        </w:rPr>
      </w:pPr>
    </w:p>
    <w:p w:rsidR="00212B8C" w:rsidRPr="002F1175" w:rsidRDefault="00212B8C" w:rsidP="002F1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1155"/>
          <w:tab w:val="left" w:pos="10800"/>
        </w:tabs>
        <w:spacing w:line="360" w:lineRule="auto"/>
        <w:rPr>
          <w:b/>
          <w:i/>
        </w:rPr>
      </w:pPr>
      <w:proofErr w:type="gramStart"/>
      <w:r w:rsidRPr="00212B8C">
        <w:rPr>
          <w:b/>
          <w:i/>
        </w:rPr>
        <w:t>My</w:t>
      </w:r>
      <w:proofErr w:type="gramEnd"/>
      <w:r w:rsidRPr="00212B8C">
        <w:rPr>
          <w:b/>
          <w:i/>
        </w:rPr>
        <w:t xml:space="preserve"> Khan Academy </w:t>
      </w:r>
      <w:r w:rsidR="002F1175">
        <w:rPr>
          <w:b/>
          <w:i/>
        </w:rPr>
        <w:t>Weekend Plan</w:t>
      </w:r>
      <w:r w:rsidRPr="00212B8C">
        <w:rPr>
          <w:b/>
          <w:i/>
        </w:rPr>
        <w:t>:</w:t>
      </w:r>
    </w:p>
    <w:p w:rsidR="00212B8C" w:rsidRPr="00624A63" w:rsidRDefault="00212B8C" w:rsidP="00212B8C">
      <w:pPr>
        <w:tabs>
          <w:tab w:val="left" w:pos="10800"/>
        </w:tabs>
        <w:rPr>
          <w:sz w:val="10"/>
        </w:rPr>
      </w:pPr>
    </w:p>
    <w:p w:rsidR="002F1175" w:rsidRDefault="00624A63" w:rsidP="00624A63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Unit 2 Review “</w:t>
      </w:r>
      <w:proofErr w:type="spellStart"/>
      <w:r>
        <w:rPr>
          <w:rFonts w:ascii="Calibri" w:hAnsi="Calibri" w:cs="Cambria"/>
          <w:b/>
        </w:rPr>
        <w:t>Sho</w:t>
      </w:r>
      <w:proofErr w:type="spellEnd"/>
      <w:r>
        <w:rPr>
          <w:rFonts w:ascii="Calibri" w:hAnsi="Calibri" w:cs="Cambria"/>
          <w:b/>
        </w:rPr>
        <w:t xml:space="preserve"> </w:t>
      </w:r>
      <w:proofErr w:type="spellStart"/>
      <w:r>
        <w:rPr>
          <w:rFonts w:ascii="Calibri" w:hAnsi="Calibri" w:cs="Cambria"/>
          <w:b/>
        </w:rPr>
        <w:t>Nuff</w:t>
      </w:r>
      <w:proofErr w:type="spellEnd"/>
      <w:r>
        <w:rPr>
          <w:rFonts w:ascii="Calibri" w:hAnsi="Calibri" w:cs="Cambria"/>
          <w:b/>
        </w:rPr>
        <w:t>” (Quiz FRIDAY, Unit 2 Test TUESDAY)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F1175" w:rsidRPr="00E83035" w:rsidTr="00E52DFE">
        <w:tc>
          <w:tcPr>
            <w:tcW w:w="11016" w:type="dxa"/>
            <w:gridSpan w:val="2"/>
          </w:tcPr>
          <w:p w:rsidR="002F1175" w:rsidRPr="00E83035" w:rsidRDefault="002F1175" w:rsidP="00E52DFE">
            <w:pPr>
              <w:rPr>
                <w:rFonts w:ascii="Calibri" w:hAnsi="Calibri" w:cs="Cambria"/>
                <w:bCs/>
              </w:rPr>
            </w:pPr>
            <w:r w:rsidRPr="00E83035">
              <w:rPr>
                <w:rFonts w:ascii="Calibri" w:hAnsi="Calibri" w:cs="Cambria"/>
                <w:bCs/>
              </w:rPr>
              <w:t xml:space="preserve">Use the number line to answer questions 1 – 4. </w:t>
            </w:r>
          </w:p>
          <w:p w:rsidR="002F1175" w:rsidRPr="00E83035" w:rsidRDefault="002F1175" w:rsidP="002F1175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b/>
                <w:bCs/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1761490</wp:posOffset>
                  </wp:positionH>
                  <wp:positionV relativeFrom="paragraph">
                    <wp:posOffset>-495300</wp:posOffset>
                  </wp:positionV>
                  <wp:extent cx="4940935" cy="474345"/>
                  <wp:effectExtent l="19050" t="0" r="0" b="0"/>
                  <wp:wrapTight wrapText="bothSides">
                    <wp:wrapPolygon edited="0">
                      <wp:start x="-83" y="0"/>
                      <wp:lineTo x="-83" y="20819"/>
                      <wp:lineTo x="21569" y="20819"/>
                      <wp:lineTo x="21569" y="0"/>
                      <wp:lineTo x="-83" y="0"/>
                    </wp:wrapPolygon>
                  </wp:wrapTight>
                  <wp:docPr id="41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935" cy="474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175" w:rsidRPr="00E83035" w:rsidTr="00E52DFE">
        <w:tc>
          <w:tcPr>
            <w:tcW w:w="5508" w:type="dxa"/>
          </w:tcPr>
          <w:p w:rsidR="002F1175" w:rsidRPr="00E83035" w:rsidRDefault="002F1175" w:rsidP="00E52DFE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F1175" w:rsidRPr="00E83035" w:rsidRDefault="009225AE" w:rsidP="00E52DFE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3</w:t>
            </w:r>
            <w:r w:rsidR="002F1175" w:rsidRPr="00E83035">
              <w:rPr>
                <w:rFonts w:ascii="Calibri" w:hAnsi="Calibri" w:cs="Cambria"/>
              </w:rPr>
              <w:t xml:space="preserve">. What is the distance, in coordinate units, between points </w:t>
            </w:r>
            <w:r w:rsidR="002F1175" w:rsidRPr="00E83035">
              <w:rPr>
                <w:rFonts w:ascii="Calibri" w:hAnsi="Calibri" w:cs="Cambria"/>
                <w:i/>
              </w:rPr>
              <w:t>B</w:t>
            </w:r>
            <w:r w:rsidR="002F1175" w:rsidRPr="00E83035">
              <w:rPr>
                <w:rFonts w:ascii="Calibri" w:hAnsi="Calibri" w:cs="Cambria"/>
              </w:rPr>
              <w:t xml:space="preserve"> and </w:t>
            </w:r>
            <w:r w:rsidR="002F1175" w:rsidRPr="00E83035">
              <w:rPr>
                <w:rFonts w:ascii="Calibri" w:hAnsi="Calibri" w:cs="Cambria"/>
                <w:i/>
              </w:rPr>
              <w:t>E</w:t>
            </w:r>
            <w:r w:rsidR="002F1175" w:rsidRPr="00E83035">
              <w:rPr>
                <w:rFonts w:ascii="Calibri" w:hAnsi="Calibri" w:cs="Cambria"/>
              </w:rPr>
              <w:t>?</w:t>
            </w:r>
          </w:p>
        </w:tc>
      </w:tr>
      <w:tr w:rsidR="002F1175" w:rsidRPr="00E83035" w:rsidTr="00E52DFE">
        <w:tc>
          <w:tcPr>
            <w:tcW w:w="5508" w:type="dxa"/>
          </w:tcPr>
          <w:p w:rsidR="002F1175" w:rsidRPr="00E83035" w:rsidRDefault="009225AE" w:rsidP="00E52DFE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2</w:t>
            </w:r>
            <w:r w:rsidR="002F1175" w:rsidRPr="00E83035">
              <w:rPr>
                <w:rFonts w:ascii="Calibri" w:hAnsi="Calibri" w:cs="Cambria"/>
              </w:rPr>
              <w:t xml:space="preserve">. How much longer is </w:t>
            </w:r>
            <w:r w:rsidR="002F1175" w:rsidRPr="00E83035">
              <w:rPr>
                <w:rFonts w:ascii="Calibri" w:hAnsi="Calibri" w:cs="Cambria"/>
                <w:i/>
              </w:rPr>
              <w:t>AD</w:t>
            </w:r>
            <w:r w:rsidR="002F1175" w:rsidRPr="00E83035">
              <w:rPr>
                <w:rFonts w:ascii="Calibri" w:hAnsi="Calibri" w:cs="Cambria"/>
              </w:rPr>
              <w:t xml:space="preserve"> than </w:t>
            </w:r>
            <w:r w:rsidR="002F1175" w:rsidRPr="00E83035">
              <w:rPr>
                <w:rFonts w:ascii="Calibri" w:hAnsi="Calibri" w:cs="Cambria"/>
                <w:i/>
              </w:rPr>
              <w:t>BE</w:t>
            </w:r>
            <w:r w:rsidR="002F1175" w:rsidRPr="00E83035">
              <w:rPr>
                <w:rFonts w:ascii="Calibri" w:hAnsi="Calibri" w:cs="Cambria"/>
              </w:rPr>
              <w:t>?</w:t>
            </w: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F1175" w:rsidRPr="00E83035" w:rsidRDefault="002F1175" w:rsidP="00E52DFE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How 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</w:tbl>
    <w:p w:rsidR="00624A63" w:rsidRDefault="00624A63" w:rsidP="00624A63">
      <w:pPr>
        <w:rPr>
          <w:rFonts w:ascii="Calibri" w:hAnsi="Calibri" w:cs="Cambria"/>
          <w:b/>
        </w:rPr>
      </w:pPr>
    </w:p>
    <w:p w:rsidR="002F1175" w:rsidRDefault="002F1175" w:rsidP="00624A63">
      <w:pPr>
        <w:rPr>
          <w:rFonts w:ascii="Calibri" w:hAnsi="Calibri" w:cs="Cambria"/>
          <w:b/>
        </w:rPr>
      </w:pPr>
    </w:p>
    <w:p w:rsidR="00624A63" w:rsidRDefault="00624A63" w:rsidP="00624A63">
      <w:pPr>
        <w:rPr>
          <w:rFonts w:ascii="Calibri" w:hAnsi="Calibri" w:cs="Cambria"/>
          <w:b/>
        </w:rPr>
      </w:pPr>
    </w:p>
    <w:p w:rsidR="009225AE" w:rsidRDefault="009225AE" w:rsidP="00624A63">
      <w:pPr>
        <w:rPr>
          <w:rFonts w:ascii="Calibri" w:hAnsi="Calibri" w:cs="Cambria"/>
          <w:b/>
        </w:rPr>
      </w:pPr>
    </w:p>
    <w:p w:rsidR="009225AE" w:rsidRPr="009225AE" w:rsidRDefault="009225AE" w:rsidP="00624A63">
      <w:pPr>
        <w:rPr>
          <w:rFonts w:ascii="Calibri" w:hAnsi="Calibri" w:cs="Cambria"/>
          <w:b/>
          <w:sz w:val="12"/>
        </w:rPr>
      </w:pPr>
    </w:p>
    <w:p w:rsidR="00624A63" w:rsidRDefault="00624A63" w:rsidP="00624A63">
      <w:pPr>
        <w:rPr>
          <w:rFonts w:ascii="Calibri" w:hAnsi="Calibri" w:cs="Cambria"/>
          <w:b/>
        </w:rPr>
      </w:pPr>
    </w:p>
    <w:p w:rsidR="00624A63" w:rsidRDefault="00624A63" w:rsidP="00624A63">
      <w:r>
        <w:rPr>
          <w:noProof/>
        </w:rPr>
        <w:pict>
          <v:group id="_x0000_s1054" style="position:absolute;margin-left:11.2pt;margin-top:-19.35pt;width:529.95pt;height:63pt;z-index:251660288" coordorigin="753,555" coordsize="10152,1260">
            <v:group id="_x0000_s1055" style="position:absolute;left:1410;top:555;width:9495;height:1260" coordorigin="1410,555" coordsize="9495,1260">
              <v:rect id="_x0000_s1056" style="position:absolute;left:1410;top:555;width:9495;height:1260" filled="f" stroked="f">
                <v:textbox style="mso-next-textbox:#_x0000_s1056">
                  <w:txbxContent>
                    <w:p w:rsidR="00AD149F" w:rsidRPr="0021511C" w:rsidRDefault="00AD149F" w:rsidP="00AD149F">
                      <w:pPr>
                        <w:tabs>
                          <w:tab w:val="right" w:pos="504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Pr="00AD149F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HW29</w:t>
                        </w:r>
                        <w:r>
                          <w:rPr>
                            <w:noProof/>
                          </w:rPr>
                          <w:t>_TestReview</w:t>
                        </w:r>
                      </w:fldSimple>
                    </w:p>
                    <w:p w:rsidR="00AD149F" w:rsidRPr="00311F19" w:rsidRDefault="00AD149F" w:rsidP="00AD149F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Tiénou-Gustafson, Mr. Bielmeier</w:t>
                      </w:r>
                    </w:p>
                    <w:p w:rsidR="00AD149F" w:rsidRPr="0021511C" w:rsidRDefault="00AD149F" w:rsidP="00AD149F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AD149F" w:rsidRPr="00212B8C" w:rsidRDefault="00AD149F" w:rsidP="00AD149F">
                      <w:pPr>
                        <w:tabs>
                          <w:tab w:val="left" w:pos="2790"/>
                        </w:tabs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6 Oct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(Khan Academy work also due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  <w:u w:val="single"/>
                        </w:rPr>
                        <w:t>Monday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!)</w:t>
                      </w:r>
                      <w:proofErr w:type="gramEnd"/>
                    </w:p>
                    <w:p w:rsidR="00624A63" w:rsidRPr="00AD149F" w:rsidRDefault="00624A63" w:rsidP="00AD149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  <v:roundrect id="_x0000_s1057" style="position:absolute;left:8985;top:900;width:1755;height:780" arcsize="10923f">
                <v:shadow on="t"/>
                <v:textbox style="mso-next-textbox:#_x0000_s1057" inset=",0,,0">
                  <w:txbxContent>
                    <w:p w:rsidR="00624A63" w:rsidRPr="001B09FE" w:rsidRDefault="00624A63" w:rsidP="00624A63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624A63" w:rsidRPr="001B09FE" w:rsidRDefault="00624A63" w:rsidP="00624A63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 id="_x0000_s1058" type="#_x0000_t75" style="position:absolute;left:753;top:672;width:756;height:1008">
              <v:imagedata r:id="rId7" o:title="El Mate Vive"/>
            </v:shape>
          </v:group>
        </w:pict>
      </w:r>
    </w:p>
    <w:p w:rsidR="00624A63" w:rsidRDefault="00624A63" w:rsidP="00624A63"/>
    <w:p w:rsidR="00624A63" w:rsidRDefault="00624A63" w:rsidP="00624A63">
      <w:r>
        <w:t xml:space="preserve"> </w:t>
      </w:r>
    </w:p>
    <w:p w:rsidR="00624A63" w:rsidRPr="00624A63" w:rsidRDefault="00624A63" w:rsidP="00624A63">
      <w:pPr>
        <w:tabs>
          <w:tab w:val="left" w:pos="1155"/>
        </w:tabs>
        <w:rPr>
          <w:sz w:val="10"/>
        </w:rPr>
      </w:pPr>
    </w:p>
    <w:p w:rsidR="002F1175" w:rsidRPr="002F1175" w:rsidRDefault="002F1175" w:rsidP="002F1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1155"/>
          <w:tab w:val="left" w:pos="10800"/>
        </w:tabs>
        <w:spacing w:line="360" w:lineRule="auto"/>
        <w:rPr>
          <w:b/>
          <w:i/>
        </w:rPr>
      </w:pPr>
      <w:proofErr w:type="gramStart"/>
      <w:r w:rsidRPr="00212B8C">
        <w:rPr>
          <w:b/>
          <w:i/>
        </w:rPr>
        <w:t>My</w:t>
      </w:r>
      <w:proofErr w:type="gramEnd"/>
      <w:r w:rsidRPr="00212B8C">
        <w:rPr>
          <w:b/>
          <w:i/>
        </w:rPr>
        <w:t xml:space="preserve"> Khan Academy </w:t>
      </w:r>
      <w:r>
        <w:rPr>
          <w:b/>
          <w:i/>
        </w:rPr>
        <w:t>Weekend Plan</w:t>
      </w:r>
      <w:r w:rsidRPr="00212B8C">
        <w:rPr>
          <w:b/>
          <w:i/>
        </w:rPr>
        <w:t>:</w:t>
      </w:r>
    </w:p>
    <w:p w:rsidR="00624A63" w:rsidRPr="00624A63" w:rsidRDefault="00624A63" w:rsidP="00624A63">
      <w:pPr>
        <w:tabs>
          <w:tab w:val="left" w:pos="10800"/>
        </w:tabs>
        <w:rPr>
          <w:sz w:val="10"/>
        </w:rPr>
      </w:pPr>
    </w:p>
    <w:p w:rsidR="00624A63" w:rsidRDefault="00624A63" w:rsidP="00624A63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Unit 2 Review “</w:t>
      </w:r>
      <w:proofErr w:type="spellStart"/>
      <w:r>
        <w:rPr>
          <w:rFonts w:ascii="Calibri" w:hAnsi="Calibri" w:cs="Cambria"/>
          <w:b/>
        </w:rPr>
        <w:t>Sho</w:t>
      </w:r>
      <w:proofErr w:type="spellEnd"/>
      <w:r>
        <w:rPr>
          <w:rFonts w:ascii="Calibri" w:hAnsi="Calibri" w:cs="Cambria"/>
          <w:b/>
        </w:rPr>
        <w:t xml:space="preserve"> </w:t>
      </w:r>
      <w:proofErr w:type="spellStart"/>
      <w:r>
        <w:rPr>
          <w:rFonts w:ascii="Calibri" w:hAnsi="Calibri" w:cs="Cambria"/>
          <w:b/>
        </w:rPr>
        <w:t>Nuff</w:t>
      </w:r>
      <w:proofErr w:type="spellEnd"/>
      <w:r>
        <w:rPr>
          <w:rFonts w:ascii="Calibri" w:hAnsi="Calibri" w:cs="Cambria"/>
          <w:b/>
        </w:rPr>
        <w:t>” (Quiz FRIDAY, Unit 2 Test TUESDAY)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F1175" w:rsidRPr="00E83035" w:rsidTr="00E52DFE">
        <w:tc>
          <w:tcPr>
            <w:tcW w:w="11016" w:type="dxa"/>
            <w:gridSpan w:val="2"/>
          </w:tcPr>
          <w:p w:rsidR="002F1175" w:rsidRPr="00E83035" w:rsidRDefault="002F1175" w:rsidP="00E52DFE">
            <w:pPr>
              <w:rPr>
                <w:rFonts w:ascii="Calibri" w:hAnsi="Calibri" w:cs="Cambria"/>
                <w:bCs/>
              </w:rPr>
            </w:pPr>
            <w:r w:rsidRPr="00E83035">
              <w:rPr>
                <w:rFonts w:ascii="Calibri" w:hAnsi="Calibri" w:cs="Cambria"/>
                <w:bCs/>
              </w:rPr>
              <w:t xml:space="preserve">Use the number line to answer questions 1 – 4. </w:t>
            </w:r>
          </w:p>
          <w:p w:rsidR="002F1175" w:rsidRPr="00E83035" w:rsidRDefault="002F1175" w:rsidP="00E52DF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b/>
                <w:bCs/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1761490</wp:posOffset>
                  </wp:positionH>
                  <wp:positionV relativeFrom="paragraph">
                    <wp:posOffset>-495300</wp:posOffset>
                  </wp:positionV>
                  <wp:extent cx="4940935" cy="474345"/>
                  <wp:effectExtent l="19050" t="0" r="0" b="0"/>
                  <wp:wrapTight wrapText="bothSides">
                    <wp:wrapPolygon edited="0">
                      <wp:start x="-83" y="0"/>
                      <wp:lineTo x="-83" y="20819"/>
                      <wp:lineTo x="21569" y="20819"/>
                      <wp:lineTo x="21569" y="0"/>
                      <wp:lineTo x="-83" y="0"/>
                    </wp:wrapPolygon>
                  </wp:wrapTight>
                  <wp:docPr id="42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935" cy="474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175" w:rsidRPr="00E83035" w:rsidTr="00E52DFE">
        <w:tc>
          <w:tcPr>
            <w:tcW w:w="5508" w:type="dxa"/>
          </w:tcPr>
          <w:p w:rsidR="002F1175" w:rsidRPr="00E83035" w:rsidRDefault="002F1175" w:rsidP="00E52DFE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F1175" w:rsidRPr="00E83035" w:rsidRDefault="009225AE" w:rsidP="00E52DFE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3</w:t>
            </w:r>
            <w:r w:rsidR="002F1175" w:rsidRPr="00E83035">
              <w:rPr>
                <w:rFonts w:ascii="Calibri" w:hAnsi="Calibri" w:cs="Cambria"/>
              </w:rPr>
              <w:t xml:space="preserve">. What is the distance, in coordinate units, between points </w:t>
            </w:r>
            <w:r w:rsidR="002F1175" w:rsidRPr="00E83035">
              <w:rPr>
                <w:rFonts w:ascii="Calibri" w:hAnsi="Calibri" w:cs="Cambria"/>
                <w:i/>
              </w:rPr>
              <w:t>B</w:t>
            </w:r>
            <w:r w:rsidR="002F1175" w:rsidRPr="00E83035">
              <w:rPr>
                <w:rFonts w:ascii="Calibri" w:hAnsi="Calibri" w:cs="Cambria"/>
              </w:rPr>
              <w:t xml:space="preserve"> and </w:t>
            </w:r>
            <w:r w:rsidR="002F1175" w:rsidRPr="00E83035">
              <w:rPr>
                <w:rFonts w:ascii="Calibri" w:hAnsi="Calibri" w:cs="Cambria"/>
                <w:i/>
              </w:rPr>
              <w:t>E</w:t>
            </w:r>
            <w:r w:rsidR="002F1175" w:rsidRPr="00E83035">
              <w:rPr>
                <w:rFonts w:ascii="Calibri" w:hAnsi="Calibri" w:cs="Cambria"/>
              </w:rPr>
              <w:t>?</w:t>
            </w:r>
          </w:p>
        </w:tc>
      </w:tr>
      <w:tr w:rsidR="002F1175" w:rsidRPr="00E83035" w:rsidTr="00E52DFE">
        <w:tc>
          <w:tcPr>
            <w:tcW w:w="5508" w:type="dxa"/>
          </w:tcPr>
          <w:p w:rsidR="002F1175" w:rsidRPr="00E83035" w:rsidRDefault="009225AE" w:rsidP="00E52DFE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>2</w:t>
            </w:r>
            <w:r w:rsidR="002F1175" w:rsidRPr="00E83035">
              <w:rPr>
                <w:rFonts w:ascii="Calibri" w:hAnsi="Calibri" w:cs="Cambria"/>
              </w:rPr>
              <w:t xml:space="preserve">. How much longer is </w:t>
            </w:r>
            <w:r w:rsidR="002F1175" w:rsidRPr="00E83035">
              <w:rPr>
                <w:rFonts w:ascii="Calibri" w:hAnsi="Calibri" w:cs="Cambria"/>
                <w:i/>
              </w:rPr>
              <w:t>AD</w:t>
            </w:r>
            <w:r w:rsidR="002F1175" w:rsidRPr="00E83035">
              <w:rPr>
                <w:rFonts w:ascii="Calibri" w:hAnsi="Calibri" w:cs="Cambria"/>
              </w:rPr>
              <w:t xml:space="preserve"> than </w:t>
            </w:r>
            <w:r w:rsidR="002F1175" w:rsidRPr="00E83035">
              <w:rPr>
                <w:rFonts w:ascii="Calibri" w:hAnsi="Calibri" w:cs="Cambria"/>
                <w:i/>
              </w:rPr>
              <w:t>BE</w:t>
            </w:r>
            <w:r w:rsidR="002F1175" w:rsidRPr="00E83035">
              <w:rPr>
                <w:rFonts w:ascii="Calibri" w:hAnsi="Calibri" w:cs="Cambria"/>
              </w:rPr>
              <w:t>?</w:t>
            </w: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  <w:p w:rsidR="002F1175" w:rsidRPr="00E83035" w:rsidRDefault="002F1175" w:rsidP="00E52DFE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F1175" w:rsidRPr="00E83035" w:rsidRDefault="002F1175" w:rsidP="00E52DFE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How 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225AE" w:rsidTr="009225AE">
        <w:trPr>
          <w:trHeight w:val="2231"/>
        </w:trPr>
        <w:tc>
          <w:tcPr>
            <w:tcW w:w="5508" w:type="dxa"/>
          </w:tcPr>
          <w:p w:rsidR="009225AE" w:rsidRPr="000159E4" w:rsidRDefault="009225AE" w:rsidP="00E52DFE">
            <w:pPr>
              <w:rPr>
                <w:rFonts w:ascii="Calibri" w:hAnsi="Calibri" w:cs="Calibri"/>
                <w:sz w:val="20"/>
                <w:szCs w:val="20"/>
              </w:rPr>
            </w:pPr>
            <w:r w:rsidRPr="000159E4">
              <w:rPr>
                <w:rFonts w:ascii="Calibri" w:hAnsi="Calibri" w:cs="Calibr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1800301</wp:posOffset>
                  </wp:positionH>
                  <wp:positionV relativeFrom="paragraph">
                    <wp:posOffset>-2692</wp:posOffset>
                  </wp:positionV>
                  <wp:extent cx="1631010" cy="1294790"/>
                  <wp:effectExtent l="19050" t="0" r="7290" b="0"/>
                  <wp:wrapNone/>
                  <wp:docPr id="47" name="Picture 3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010" cy="1294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59E4">
              <w:rPr>
                <w:rFonts w:ascii="Calibri" w:hAnsi="Calibri" w:cs="Calibri"/>
                <w:sz w:val="20"/>
                <w:szCs w:val="20"/>
              </w:rPr>
              <w:t>5</w:t>
            </w:r>
            <w:r w:rsidRPr="000159E4">
              <w:rPr>
                <w:rFonts w:ascii="Calibri" w:hAnsi="Calibri" w:cs="Calibri"/>
                <w:sz w:val="20"/>
                <w:szCs w:val="20"/>
              </w:rPr>
              <w:t xml:space="preserve">. Name at least 3 sets of 3 points </w:t>
            </w:r>
          </w:p>
          <w:p w:rsidR="009225AE" w:rsidRPr="000159E4" w:rsidRDefault="009225AE" w:rsidP="00E52DFE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0159E4">
              <w:rPr>
                <w:rFonts w:ascii="Calibri" w:hAnsi="Calibri" w:cs="Calibri"/>
                <w:sz w:val="20"/>
                <w:szCs w:val="20"/>
              </w:rPr>
              <w:t>in</w:t>
            </w:r>
            <w:proofErr w:type="gramEnd"/>
            <w:r w:rsidRPr="000159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59E4">
              <w:rPr>
                <w:rFonts w:ascii="Calibri" w:hAnsi="Calibri" w:cs="Calibri"/>
                <w:sz w:val="20"/>
                <w:szCs w:val="20"/>
              </w:rPr>
              <w:t>this</w:t>
            </w:r>
            <w:r w:rsidRPr="000159E4">
              <w:rPr>
                <w:rFonts w:ascii="Calibri" w:hAnsi="Calibri" w:cs="Calibri"/>
                <w:sz w:val="20"/>
                <w:szCs w:val="20"/>
              </w:rPr>
              <w:t xml:space="preserve"> figure that are coplanar. </w:t>
            </w:r>
          </w:p>
          <w:p w:rsidR="009225AE" w:rsidRPr="00B871FC" w:rsidRDefault="009225AE" w:rsidP="002F1175">
            <w:pPr>
              <w:numPr>
                <w:ilvl w:val="0"/>
                <w:numId w:val="11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9225AE" w:rsidRPr="00B871FC" w:rsidRDefault="009225AE" w:rsidP="002F1175">
            <w:pPr>
              <w:numPr>
                <w:ilvl w:val="0"/>
                <w:numId w:val="11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9225AE" w:rsidRPr="000159E4" w:rsidRDefault="009225AE" w:rsidP="002F1175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Cambria"/>
                <w:b/>
                <w:sz w:val="22"/>
                <w:szCs w:val="22"/>
              </w:rPr>
            </w:pPr>
            <w:r w:rsidRPr="000159E4">
              <w:rPr>
                <w:rFonts w:ascii="Calibri" w:hAnsi="Calibri" w:cs="Calibri"/>
                <w:b/>
                <w:sz w:val="22"/>
                <w:szCs w:val="22"/>
              </w:rPr>
              <w:t xml:space="preserve">_____    _____   _____  </w:t>
            </w:r>
          </w:p>
        </w:tc>
        <w:tc>
          <w:tcPr>
            <w:tcW w:w="5508" w:type="dxa"/>
          </w:tcPr>
          <w:p w:rsidR="009225AE" w:rsidRPr="009225AE" w:rsidRDefault="009225AE" w:rsidP="00E52DFE">
            <w:pPr>
              <w:rPr>
                <w:rFonts w:ascii="Calibri" w:hAnsi="Calibri" w:cs="Cambria"/>
                <w:b/>
                <w:i/>
                <w:sz w:val="20"/>
                <w:szCs w:val="20"/>
              </w:rPr>
            </w:pPr>
            <w:r>
              <w:rPr>
                <w:rFonts w:ascii="Calibri" w:hAnsi="Calibri" w:cs="Cambria"/>
                <w:b/>
                <w:i/>
                <w:sz w:val="20"/>
                <w:szCs w:val="20"/>
              </w:rPr>
              <w:t>Use this graph for questions 8 &amp; 9.</w: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7" o:spid="_x0000_s1066" style="position:absolute;margin-left:164.45pt;margin-top:4.5pt;width:6.5pt;height:5.5pt;flip:x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6" o:spid="_x0000_s1065" style="position:absolute;margin-left:96.85pt;margin-top:4.5pt;width:6.5pt;height:5.5pt;flip:x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wZ6ZkxkCAAA3BAAADgAAAAAAAAAAAAAAAAAuAgAAZHJzL2Uyb0RvYy54bWxQSwECLQAU&#10;AAYACAAAACEABTr9C98AAAAIAQAADwAAAAAAAAAAAAAAAABzBAAAZHJzL2Rvd25yZXYueG1sUEsF&#10;BgAAAAAEAAQA8wAAAH8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5" o:spid="_x0000_s1064" style="position:absolute;margin-left:38pt;margin-top:4.5pt;width:6.5pt;height:5.5pt;flip:x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E3r/xoZAgAANwQAAA4AAAAAAAAAAAAAAAAALgIAAGRycy9lMm9Eb2MueG1sUEsBAi0AFAAG&#10;AAgAAAAhAP+Hp+/dAAAABgEAAA8AAAAAAAAAAAAAAAAAcwQAAGRycy9kb3ducmV2LnhtbFBLBQYA&#10;AAAABAAEAPMAAAB9BQAAAAA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line id="Straight Connector 4" o:spid="_x0000_s1063" style="position:absolute;z-index:251677696;visibility:visibl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4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Mxm6eQphx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"/>
              </w:pic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9225AE" w:rsidRPr="00FA6CE7" w:rsidRDefault="009225AE" w:rsidP="000159E4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8</w:t>
            </w:r>
            <w:r>
              <w:rPr>
                <w:rFonts w:ascii="Calibri" w:hAnsi="Calibri" w:cs="Cambria"/>
                <w:sz w:val="20"/>
                <w:szCs w:val="20"/>
              </w:rPr>
              <w:t xml:space="preserve">. 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If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AC</m:t>
                  </m:r>
                </m:e>
              </m:bar>
            </m:oMath>
            <w:r w:rsidRPr="00FA6CE7">
              <w:rPr>
                <w:rFonts w:ascii="Calibri" w:hAnsi="Calibri" w:cs="Cambria"/>
                <w:sz w:val="20"/>
                <w:szCs w:val="20"/>
              </w:rPr>
              <w:t xml:space="preserve">= 35, what </w:t>
            </w:r>
            <w:r>
              <w:rPr>
                <w:rFonts w:ascii="Calibri" w:hAnsi="Calibri" w:cs="Cambria"/>
                <w:sz w:val="20"/>
                <w:szCs w:val="20"/>
              </w:rPr>
              <w:t>would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the value of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M</m:t>
                  </m:r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C</m:t>
                  </m:r>
                </m:e>
              </m:bar>
            </m:oMath>
            <w:r>
              <w:rPr>
                <w:rFonts w:ascii="Calibri" w:hAnsi="Calibri" w:cs="Cambria"/>
                <w:sz w:val="20"/>
                <w:szCs w:val="20"/>
              </w:rPr>
              <w:t>be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? </w:t>
            </w:r>
          </w:p>
          <w:p w:rsidR="009225AE" w:rsidRDefault="009225AE" w:rsidP="00E52DFE">
            <w:pPr>
              <w:rPr>
                <w:rFonts w:ascii="Calibri" w:hAnsi="Calibri" w:cs="Cambria"/>
                <w:b/>
              </w:rPr>
            </w:pPr>
          </w:p>
        </w:tc>
      </w:tr>
      <w:tr w:rsidR="009225AE" w:rsidTr="009225AE">
        <w:trPr>
          <w:trHeight w:val="1070"/>
        </w:trPr>
        <w:tc>
          <w:tcPr>
            <w:tcW w:w="5508" w:type="dxa"/>
          </w:tcPr>
          <w:p w:rsidR="009225AE" w:rsidRPr="009225AE" w:rsidRDefault="009225AE" w:rsidP="009225AE">
            <w:pPr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-56487</wp:posOffset>
                  </wp:positionH>
                  <wp:positionV relativeFrom="paragraph">
                    <wp:posOffset>180754</wp:posOffset>
                  </wp:positionV>
                  <wp:extent cx="1561354" cy="381663"/>
                  <wp:effectExtent l="19050" t="0" r="746" b="0"/>
                  <wp:wrapNone/>
                  <wp:docPr id="4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354" cy="38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mbria"/>
                <w:sz w:val="20"/>
                <w:szCs w:val="20"/>
              </w:rPr>
              <w:t>6</w:t>
            </w:r>
            <w:r>
              <w:rPr>
                <w:rFonts w:ascii="Calibri" w:hAnsi="Calibri" w:cs="Cambria"/>
                <w:sz w:val="20"/>
                <w:szCs w:val="20"/>
              </w:rPr>
              <w:t>.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sz w:val="20"/>
                <w:szCs w:val="20"/>
              </w:rPr>
              <w:t xml:space="preserve">How much longer is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B</m:t>
                  </m:r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C</m:t>
                  </m:r>
                </m:e>
              </m:bar>
            </m:oMath>
            <w:r>
              <w:rPr>
                <w:rFonts w:ascii="Calibri" w:eastAsiaTheme="minorEastAsia" w:hAnsi="Calibri" w:cs="Cambr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Theme="minorEastAsia" w:hAnsi="Calibri" w:cs="Cambria"/>
                <w:sz w:val="20"/>
                <w:szCs w:val="20"/>
              </w:rPr>
              <w:t xml:space="preserve">than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AB</m:t>
                  </m:r>
                </m:e>
              </m:bar>
            </m:oMath>
            <w:r>
              <w:rPr>
                <w:rFonts w:ascii="Calibri" w:hAnsi="Calibri" w:cs="Cambria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5508" w:type="dxa"/>
          </w:tcPr>
          <w:p w:rsidR="009225AE" w:rsidRPr="009225AE" w:rsidRDefault="009225AE" w:rsidP="009225A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9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9225AE">
              <w:rPr>
                <w:rFonts w:ascii="Calibri" w:hAnsi="Calibri" w:cs="Cambria"/>
                <w:i/>
                <w:sz w:val="20"/>
                <w:szCs w:val="20"/>
              </w:rPr>
              <w:t>M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 was the midpoint </w:t>
            </w:r>
            <w:proofErr w:type="gramStart"/>
            <w:r w:rsidRPr="009225AE">
              <w:rPr>
                <w:rFonts w:ascii="Calibri" w:hAnsi="Calibri" w:cs="Cambria"/>
                <w:sz w:val="20"/>
                <w:szCs w:val="20"/>
              </w:rPr>
              <w:t xml:space="preserve">of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AC</m:t>
                  </m:r>
                </m:e>
              </m:bar>
            </m:oMath>
            <w:r w:rsidRPr="009225AE">
              <w:rPr>
                <w:rFonts w:ascii="Calibri" w:hAnsi="Calibri" w:cs="Cambria"/>
                <w:sz w:val="20"/>
                <w:szCs w:val="20"/>
              </w:rPr>
              <w:t xml:space="preserve">, what would the value of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M</m:t>
                  </m:r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C</m:t>
                  </m:r>
                </m:e>
              </m:bar>
            </m:oMath>
            <w:r w:rsidRPr="009225AE">
              <w:rPr>
                <w:rFonts w:ascii="Calibri" w:hAnsi="Calibri" w:cs="Cambria"/>
                <w:sz w:val="20"/>
                <w:szCs w:val="20"/>
              </w:rPr>
              <w:t>be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? </w:t>
            </w:r>
          </w:p>
          <w:p w:rsidR="009225AE" w:rsidRDefault="009225AE" w:rsidP="00E52DFE">
            <w:pPr>
              <w:rPr>
                <w:noProof/>
                <w:sz w:val="23"/>
                <w:szCs w:val="23"/>
              </w:rPr>
            </w:pPr>
          </w:p>
        </w:tc>
      </w:tr>
      <w:tr w:rsidR="000159E4" w:rsidTr="000159E4">
        <w:tc>
          <w:tcPr>
            <w:tcW w:w="5508" w:type="dxa"/>
          </w:tcPr>
          <w:p w:rsidR="000159E4" w:rsidRPr="000F1A3F" w:rsidRDefault="009225AE" w:rsidP="00E52DF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7</w:t>
            </w:r>
            <w:r w:rsidR="000159E4">
              <w:rPr>
                <w:rFonts w:ascii="Calibri" w:hAnsi="Calibri" w:cs="Calibri"/>
                <w:noProof/>
              </w:rPr>
              <w:t xml:space="preserve">. </w:t>
            </w:r>
            <w:r w:rsidR="000159E4" w:rsidRPr="000F1A3F">
              <w:rPr>
                <w:rFonts w:ascii="Calibri" w:hAnsi="Calibri" w:cs="Calibri"/>
                <w:noProof/>
              </w:rPr>
              <w:t xml:space="preserve">A number line has the following points: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M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–7,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N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10,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K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2, and point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H</w:t>
            </w:r>
            <w:r w:rsidR="000159E4" w:rsidRPr="000F1A3F">
              <w:rPr>
                <w:rFonts w:ascii="Calibri" w:hAnsi="Calibri" w:cs="Calibri"/>
                <w:noProof/>
              </w:rPr>
              <w:t xml:space="preserve"> at –3. What is the difference in length between </w:t>
            </w:r>
            <w:r w:rsidR="000159E4" w:rsidRPr="000F1A3F">
              <w:rPr>
                <w:rFonts w:ascii="Calibri" w:hAnsi="Calibri" w:cs="Calibri"/>
                <w:i/>
                <w:noProof/>
              </w:rPr>
              <w:t xml:space="preserve">MN </w:t>
            </w:r>
            <w:r w:rsidR="000159E4" w:rsidRPr="000F1A3F">
              <w:rPr>
                <w:rFonts w:ascii="Calibri" w:hAnsi="Calibri" w:cs="Calibri"/>
                <w:noProof/>
              </w:rPr>
              <w:t xml:space="preserve">and </w:t>
            </w:r>
            <w:r w:rsidR="000159E4" w:rsidRPr="000F1A3F">
              <w:rPr>
                <w:rFonts w:ascii="Calibri" w:hAnsi="Calibri" w:cs="Calibri"/>
                <w:i/>
                <w:noProof/>
              </w:rPr>
              <w:t>KH</w:t>
            </w:r>
            <w:r w:rsidR="000159E4" w:rsidRPr="000F1A3F">
              <w:rPr>
                <w:rFonts w:ascii="Calibri" w:hAnsi="Calibri" w:cs="Calibri"/>
                <w:noProof/>
              </w:rPr>
              <w:t>?</w:t>
            </w:r>
          </w:p>
        </w:tc>
        <w:tc>
          <w:tcPr>
            <w:tcW w:w="5508" w:type="dxa"/>
          </w:tcPr>
          <w:p w:rsidR="00C77BEC" w:rsidRPr="00C77BEC" w:rsidRDefault="00C77BEC" w:rsidP="00C77BEC">
            <w:r w:rsidRPr="00C77BEC">
              <w:rPr>
                <w:noProof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229235</wp:posOffset>
                  </wp:positionV>
                  <wp:extent cx="1543050" cy="1659890"/>
                  <wp:effectExtent l="19050" t="0" r="0" b="0"/>
                  <wp:wrapTight wrapText="bothSides">
                    <wp:wrapPolygon edited="0">
                      <wp:start x="-267" y="0"/>
                      <wp:lineTo x="-267" y="21319"/>
                      <wp:lineTo x="21600" y="21319"/>
                      <wp:lineTo x="21600" y="0"/>
                      <wp:lineTo x="-267" y="0"/>
                    </wp:wrapPolygon>
                  </wp:wrapTight>
                  <wp:docPr id="51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079" t="20898" r="7790" b="20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77BEC">
              <w:t xml:space="preserve">10.  Graph </w:t>
            </w:r>
            <w:r w:rsidRPr="00C77BEC">
              <w:rPr>
                <w:u w:val="single"/>
              </w:rPr>
              <w:t>and</w:t>
            </w:r>
            <w:r w:rsidRPr="00C77BEC">
              <w:t xml:space="preserve"> calculate the midpoint of </w:t>
            </w:r>
            <w:r w:rsidRPr="00C77BEC">
              <w:rPr>
                <w:position w:val="-10"/>
              </w:rPr>
              <w:object w:dxaOrig="680" w:dyaOrig="320">
                <v:shape id="_x0000_i1027" type="#_x0000_t75" style="width:34.35pt;height:15.9pt" o:ole="">
                  <v:imagedata r:id="rId13" o:title=""/>
                </v:shape>
                <o:OLEObject Type="Embed" ProgID="Equation.DSMT4" ShapeID="_x0000_i1027" DrawAspect="Content" ObjectID="_1473442105" r:id="rId14"/>
              </w:object>
            </w:r>
            <w:r w:rsidRPr="00C77BEC">
              <w:t xml:space="preserve">and </w:t>
            </w:r>
            <w:r w:rsidRPr="00C77BEC">
              <w:rPr>
                <w:position w:val="-10"/>
              </w:rPr>
              <w:object w:dxaOrig="560" w:dyaOrig="320">
                <v:shape id="_x0000_i1028" type="#_x0000_t75" style="width:27.65pt;height:15.9pt" o:ole="">
                  <v:imagedata r:id="rId15" o:title=""/>
                </v:shape>
                <o:OLEObject Type="Embed" ProgID="Equation.DSMT4" ShapeID="_x0000_i1028" DrawAspect="Content" ObjectID="_1473442106" r:id="rId16"/>
              </w:object>
            </w:r>
          </w:p>
          <w:p w:rsidR="000159E4" w:rsidRDefault="000159E4" w:rsidP="00E52DFE"/>
        </w:tc>
        <w:bookmarkStart w:id="0" w:name="_GoBack"/>
        <w:bookmarkEnd w:id="0"/>
      </w:tr>
    </w:tbl>
    <w:p w:rsidR="002F1175" w:rsidRDefault="002F1175"/>
    <w:p w:rsidR="009225AE" w:rsidRDefault="009225AE"/>
    <w:p w:rsidR="009225AE" w:rsidRDefault="009225AE"/>
    <w:p w:rsidR="009225AE" w:rsidRDefault="009225AE"/>
    <w:p w:rsidR="009225AE" w:rsidRDefault="009225AE"/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225AE" w:rsidTr="00E52DFE">
        <w:trPr>
          <w:trHeight w:val="2231"/>
        </w:trPr>
        <w:tc>
          <w:tcPr>
            <w:tcW w:w="5508" w:type="dxa"/>
          </w:tcPr>
          <w:p w:rsidR="009225AE" w:rsidRPr="000159E4" w:rsidRDefault="009225AE" w:rsidP="00E52DFE">
            <w:pPr>
              <w:rPr>
                <w:rFonts w:ascii="Calibri" w:hAnsi="Calibri" w:cs="Calibri"/>
                <w:sz w:val="20"/>
                <w:szCs w:val="20"/>
              </w:rPr>
            </w:pPr>
            <w:r w:rsidRPr="000159E4">
              <w:rPr>
                <w:rFonts w:ascii="Calibri" w:hAnsi="Calibri" w:cs="Calibri"/>
                <w:noProof/>
                <w:sz w:val="20"/>
                <w:szCs w:val="20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1800301</wp:posOffset>
                  </wp:positionH>
                  <wp:positionV relativeFrom="paragraph">
                    <wp:posOffset>-2692</wp:posOffset>
                  </wp:positionV>
                  <wp:extent cx="1631010" cy="1294790"/>
                  <wp:effectExtent l="19050" t="0" r="7290" b="0"/>
                  <wp:wrapNone/>
                  <wp:docPr id="48" name="Picture 3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010" cy="1294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59E4">
              <w:rPr>
                <w:rFonts w:ascii="Calibri" w:hAnsi="Calibri" w:cs="Calibri"/>
                <w:sz w:val="20"/>
                <w:szCs w:val="20"/>
              </w:rPr>
              <w:t xml:space="preserve">5. Name at least 3 sets of 3 points </w:t>
            </w:r>
          </w:p>
          <w:p w:rsidR="009225AE" w:rsidRPr="000159E4" w:rsidRDefault="009225AE" w:rsidP="00E52DFE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0159E4">
              <w:rPr>
                <w:rFonts w:ascii="Calibri" w:hAnsi="Calibri" w:cs="Calibri"/>
                <w:sz w:val="20"/>
                <w:szCs w:val="20"/>
              </w:rPr>
              <w:t>in</w:t>
            </w:r>
            <w:proofErr w:type="gramEnd"/>
            <w:r w:rsidRPr="000159E4">
              <w:rPr>
                <w:rFonts w:ascii="Calibri" w:hAnsi="Calibri" w:cs="Calibri"/>
                <w:sz w:val="20"/>
                <w:szCs w:val="20"/>
              </w:rPr>
              <w:t xml:space="preserve"> this figure that are coplanar. </w:t>
            </w:r>
          </w:p>
          <w:p w:rsidR="009225AE" w:rsidRPr="00B871FC" w:rsidRDefault="009225AE" w:rsidP="009225AE">
            <w:pPr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9225AE" w:rsidRPr="00B871FC" w:rsidRDefault="009225AE" w:rsidP="009225AE">
            <w:pPr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b/>
                <w:szCs w:val="20"/>
              </w:rPr>
            </w:pPr>
            <w:r w:rsidRPr="00B871FC">
              <w:rPr>
                <w:rFonts w:ascii="Calibri" w:hAnsi="Calibri" w:cs="Calibri"/>
                <w:b/>
                <w:szCs w:val="20"/>
              </w:rPr>
              <w:t xml:space="preserve">_____    _____   _____  </w:t>
            </w:r>
          </w:p>
          <w:p w:rsidR="009225AE" w:rsidRPr="000159E4" w:rsidRDefault="009225AE" w:rsidP="009225AE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Cambria"/>
                <w:b/>
                <w:sz w:val="22"/>
                <w:szCs w:val="22"/>
              </w:rPr>
            </w:pPr>
            <w:r w:rsidRPr="000159E4">
              <w:rPr>
                <w:rFonts w:ascii="Calibri" w:hAnsi="Calibri" w:cs="Calibri"/>
                <w:b/>
                <w:sz w:val="22"/>
                <w:szCs w:val="22"/>
              </w:rPr>
              <w:t xml:space="preserve">_____    _____   _____  </w:t>
            </w:r>
          </w:p>
        </w:tc>
        <w:tc>
          <w:tcPr>
            <w:tcW w:w="5508" w:type="dxa"/>
          </w:tcPr>
          <w:p w:rsidR="009225AE" w:rsidRPr="009225AE" w:rsidRDefault="009225AE" w:rsidP="00E52DFE">
            <w:pPr>
              <w:rPr>
                <w:rFonts w:ascii="Calibri" w:hAnsi="Calibri" w:cs="Cambria"/>
                <w:b/>
                <w:i/>
                <w:sz w:val="20"/>
                <w:szCs w:val="20"/>
              </w:rPr>
            </w:pPr>
            <w:r>
              <w:rPr>
                <w:rFonts w:ascii="Calibri" w:hAnsi="Calibri" w:cs="Cambria"/>
                <w:b/>
                <w:i/>
                <w:sz w:val="20"/>
                <w:szCs w:val="20"/>
              </w:rPr>
              <w:t>Use this graph for questions 8 &amp; 9.</w: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_x0000_s1070" style="position:absolute;margin-left:164.45pt;margin-top:4.5pt;width:6.5pt;height:5.5pt;flip:x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_x0000_s1069" style="position:absolute;margin-left:96.85pt;margin-top:4.5pt;width:6.5pt;height:5.5pt;flip:x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wZ6ZkxkCAAA3BAAADgAAAAAAAAAAAAAAAAAuAgAAZHJzL2Uyb0RvYy54bWxQSwECLQAU&#10;AAYACAAAACEABTr9C98AAAAIAQAADwAAAAAAAAAAAAAAAABzBAAAZHJzL2Rvd25yZXYueG1sUEsF&#10;BgAAAAAEAAQA8wAAAH8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_x0000_s1068" style="position:absolute;margin-left:38pt;margin-top:4.5pt;width:6.5pt;height:5.5pt;flip:x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E3r/xoZAgAANwQAAA4AAAAAAAAAAAAAAAAALgIAAGRycy9lMm9Eb2MueG1sUEsBAi0AFAAG&#10;AAgAAAAhAP+Hp+/dAAAABgEAAA8AAAAAAAAAAAAAAAAAcwQAAGRycy9kb3ducmV2LnhtbFBLBQYA&#10;AAAABAAEAPMAAAB9BQAAAAA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line id="_x0000_s1067" style="position:absolute;z-index:251685888;visibility:visibl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4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Mxm6eQphx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"/>
              </w:pic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9225AE" w:rsidRPr="00FA6CE7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If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AC</m:t>
                  </m:r>
                </m:e>
              </m:bar>
            </m:oMath>
            <w:r w:rsidRPr="00FA6CE7">
              <w:rPr>
                <w:rFonts w:ascii="Calibri" w:hAnsi="Calibri" w:cs="Cambria"/>
                <w:sz w:val="20"/>
                <w:szCs w:val="20"/>
              </w:rPr>
              <w:t xml:space="preserve">= 35, what </w:t>
            </w:r>
            <w:r>
              <w:rPr>
                <w:rFonts w:ascii="Calibri" w:hAnsi="Calibri" w:cs="Cambria"/>
                <w:sz w:val="20"/>
                <w:szCs w:val="20"/>
              </w:rPr>
              <w:t>would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the value of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M</m:t>
                  </m:r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C</m:t>
                  </m:r>
                </m:e>
              </m:bar>
            </m:oMath>
            <w:r>
              <w:rPr>
                <w:rFonts w:ascii="Calibri" w:hAnsi="Calibri" w:cs="Cambria"/>
                <w:sz w:val="20"/>
                <w:szCs w:val="20"/>
              </w:rPr>
              <w:t>be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? </w:t>
            </w:r>
          </w:p>
          <w:p w:rsidR="009225AE" w:rsidRDefault="009225AE" w:rsidP="00E52DFE">
            <w:pPr>
              <w:rPr>
                <w:rFonts w:ascii="Calibri" w:hAnsi="Calibri" w:cs="Cambria"/>
                <w:b/>
              </w:rPr>
            </w:pPr>
          </w:p>
        </w:tc>
      </w:tr>
      <w:tr w:rsidR="009225AE" w:rsidTr="00E52DFE">
        <w:trPr>
          <w:trHeight w:val="1070"/>
        </w:trPr>
        <w:tc>
          <w:tcPr>
            <w:tcW w:w="5508" w:type="dxa"/>
          </w:tcPr>
          <w:p w:rsidR="009225AE" w:rsidRPr="009225AE" w:rsidRDefault="009225AE" w:rsidP="00E52DFE">
            <w:pPr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-56487</wp:posOffset>
                  </wp:positionH>
                  <wp:positionV relativeFrom="paragraph">
                    <wp:posOffset>180754</wp:posOffset>
                  </wp:positionV>
                  <wp:extent cx="1561354" cy="381663"/>
                  <wp:effectExtent l="19050" t="0" r="746" b="0"/>
                  <wp:wrapNone/>
                  <wp:docPr id="4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354" cy="38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mbria"/>
                <w:sz w:val="20"/>
                <w:szCs w:val="20"/>
              </w:rPr>
              <w:t>6.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sz w:val="20"/>
                <w:szCs w:val="20"/>
              </w:rPr>
              <w:t xml:space="preserve">How much longer is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B</m:t>
                  </m:r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C</m:t>
                  </m:r>
                </m:e>
              </m:bar>
            </m:oMath>
            <w:r>
              <w:rPr>
                <w:rFonts w:ascii="Calibri" w:eastAsiaTheme="minorEastAsia" w:hAnsi="Calibri" w:cs="Cambr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Theme="minorEastAsia" w:hAnsi="Calibri" w:cs="Cambria"/>
                <w:sz w:val="20"/>
                <w:szCs w:val="20"/>
              </w:rPr>
              <w:t xml:space="preserve">than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AB</m:t>
                  </m:r>
                </m:e>
              </m:bar>
            </m:oMath>
            <w:r>
              <w:rPr>
                <w:rFonts w:ascii="Calibri" w:hAnsi="Calibri" w:cs="Cambria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5508" w:type="dxa"/>
          </w:tcPr>
          <w:p w:rsidR="009225AE" w:rsidRPr="009225AE" w:rsidRDefault="009225AE" w:rsidP="00E52DFE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sz w:val="20"/>
                <w:szCs w:val="20"/>
              </w:rPr>
              <w:t>9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9225AE">
              <w:rPr>
                <w:rFonts w:ascii="Calibri" w:hAnsi="Calibri" w:cs="Cambria"/>
                <w:i/>
                <w:sz w:val="20"/>
                <w:szCs w:val="20"/>
              </w:rPr>
              <w:t>M</w:t>
            </w:r>
            <w:r w:rsidRPr="009225AE">
              <w:rPr>
                <w:rFonts w:ascii="Calibri" w:hAnsi="Calibri" w:cs="Cambria"/>
                <w:sz w:val="20"/>
                <w:szCs w:val="20"/>
              </w:rPr>
              <w:t xml:space="preserve"> was the midpoint </w:t>
            </w:r>
            <w:proofErr w:type="gramStart"/>
            <w:r w:rsidRPr="009225AE">
              <w:rPr>
                <w:rFonts w:ascii="Calibri" w:hAnsi="Calibri" w:cs="Cambria"/>
                <w:sz w:val="20"/>
                <w:szCs w:val="20"/>
              </w:rPr>
              <w:t xml:space="preserve">of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AC</m:t>
                  </m:r>
                </m:e>
              </m:bar>
            </m:oMath>
            <w:r w:rsidRPr="009225AE">
              <w:rPr>
                <w:rFonts w:ascii="Calibri" w:hAnsi="Calibri" w:cs="Cambria"/>
                <w:sz w:val="20"/>
                <w:szCs w:val="20"/>
              </w:rPr>
              <w:t xml:space="preserve">, what would the value of </w:t>
            </w:r>
            <m:oMath>
              <m:bar>
                <m:barPr>
                  <m:pos m:val="top"/>
                  <m:ctrlPr>
                    <w:rPr>
                      <w:rFonts w:ascii="Cambria Math" w:hAnsi="Cambria Math" w:cs="Cambria"/>
                      <w:i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M</m:t>
                  </m:r>
                  <m:r>
                    <w:rPr>
                      <w:rFonts w:ascii="Cambria Math" w:hAnsi="Cambria Math" w:cs="Cambria"/>
                      <w:sz w:val="20"/>
                      <w:szCs w:val="20"/>
                    </w:rPr>
                    <m:t>C</m:t>
                  </m:r>
                </m:e>
              </m:bar>
            </m:oMath>
            <w:r w:rsidRPr="009225AE">
              <w:rPr>
                <w:rFonts w:ascii="Calibri" w:hAnsi="Calibri" w:cs="Cambria"/>
                <w:sz w:val="20"/>
                <w:szCs w:val="20"/>
              </w:rPr>
              <w:t xml:space="preserve">be? </w:t>
            </w:r>
          </w:p>
          <w:p w:rsidR="009225AE" w:rsidRDefault="009225AE" w:rsidP="00E52DFE">
            <w:pPr>
              <w:rPr>
                <w:noProof/>
                <w:sz w:val="23"/>
                <w:szCs w:val="23"/>
              </w:rPr>
            </w:pPr>
          </w:p>
        </w:tc>
      </w:tr>
      <w:tr w:rsidR="009225AE" w:rsidTr="00E52DFE">
        <w:tc>
          <w:tcPr>
            <w:tcW w:w="5508" w:type="dxa"/>
          </w:tcPr>
          <w:p w:rsidR="009225AE" w:rsidRPr="000F1A3F" w:rsidRDefault="009225AE" w:rsidP="00E52DFE">
            <w:pPr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7. </w:t>
            </w:r>
            <w:r w:rsidRPr="000F1A3F">
              <w:rPr>
                <w:rFonts w:ascii="Calibri" w:hAnsi="Calibri" w:cs="Calibri"/>
                <w:noProof/>
              </w:rPr>
              <w:t xml:space="preserve">A number line has the following points: point </w:t>
            </w:r>
            <w:r w:rsidRPr="000F1A3F">
              <w:rPr>
                <w:rFonts w:ascii="Calibri" w:hAnsi="Calibri" w:cs="Calibri"/>
                <w:i/>
                <w:noProof/>
              </w:rPr>
              <w:t>M</w:t>
            </w:r>
            <w:r w:rsidRPr="000F1A3F">
              <w:rPr>
                <w:rFonts w:ascii="Calibri" w:hAnsi="Calibri" w:cs="Calibri"/>
                <w:noProof/>
              </w:rPr>
              <w:t xml:space="preserve"> at –7, point </w:t>
            </w:r>
            <w:r w:rsidRPr="000F1A3F">
              <w:rPr>
                <w:rFonts w:ascii="Calibri" w:hAnsi="Calibri" w:cs="Calibri"/>
                <w:i/>
                <w:noProof/>
              </w:rPr>
              <w:t>N</w:t>
            </w:r>
            <w:r w:rsidRPr="000F1A3F">
              <w:rPr>
                <w:rFonts w:ascii="Calibri" w:hAnsi="Calibri" w:cs="Calibri"/>
                <w:noProof/>
              </w:rPr>
              <w:t xml:space="preserve"> at 10, point </w:t>
            </w:r>
            <w:r w:rsidRPr="000F1A3F">
              <w:rPr>
                <w:rFonts w:ascii="Calibri" w:hAnsi="Calibri" w:cs="Calibri"/>
                <w:i/>
                <w:noProof/>
              </w:rPr>
              <w:t>K</w:t>
            </w:r>
            <w:r w:rsidRPr="000F1A3F">
              <w:rPr>
                <w:rFonts w:ascii="Calibri" w:hAnsi="Calibri" w:cs="Calibri"/>
                <w:noProof/>
              </w:rPr>
              <w:t xml:space="preserve"> at 2, and point </w:t>
            </w:r>
            <w:r w:rsidRPr="000F1A3F">
              <w:rPr>
                <w:rFonts w:ascii="Calibri" w:hAnsi="Calibri" w:cs="Calibri"/>
                <w:i/>
                <w:noProof/>
              </w:rPr>
              <w:t>H</w:t>
            </w:r>
            <w:r w:rsidRPr="000F1A3F">
              <w:rPr>
                <w:rFonts w:ascii="Calibri" w:hAnsi="Calibri" w:cs="Calibri"/>
                <w:noProof/>
              </w:rPr>
              <w:t xml:space="preserve"> at –3. What is the difference in length between </w:t>
            </w:r>
            <w:r w:rsidRPr="000F1A3F">
              <w:rPr>
                <w:rFonts w:ascii="Calibri" w:hAnsi="Calibri" w:cs="Calibri"/>
                <w:i/>
                <w:noProof/>
              </w:rPr>
              <w:t xml:space="preserve">MN </w:t>
            </w:r>
            <w:r w:rsidRPr="000F1A3F">
              <w:rPr>
                <w:rFonts w:ascii="Calibri" w:hAnsi="Calibri" w:cs="Calibri"/>
                <w:noProof/>
              </w:rPr>
              <w:t xml:space="preserve">and </w:t>
            </w:r>
            <w:r w:rsidRPr="000F1A3F">
              <w:rPr>
                <w:rFonts w:ascii="Calibri" w:hAnsi="Calibri" w:cs="Calibri"/>
                <w:i/>
                <w:noProof/>
              </w:rPr>
              <w:t>KH</w:t>
            </w:r>
            <w:r w:rsidRPr="000F1A3F">
              <w:rPr>
                <w:rFonts w:ascii="Calibri" w:hAnsi="Calibri" w:cs="Calibri"/>
                <w:noProof/>
              </w:rPr>
              <w:t>?</w:t>
            </w:r>
          </w:p>
        </w:tc>
        <w:tc>
          <w:tcPr>
            <w:tcW w:w="5508" w:type="dxa"/>
          </w:tcPr>
          <w:p w:rsidR="009225AE" w:rsidRPr="00C77BEC" w:rsidRDefault="009225AE" w:rsidP="00E52DFE">
            <w:r w:rsidRPr="00C77BEC">
              <w:rPr>
                <w:noProof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229235</wp:posOffset>
                  </wp:positionV>
                  <wp:extent cx="1543050" cy="1659890"/>
                  <wp:effectExtent l="19050" t="0" r="0" b="0"/>
                  <wp:wrapTight wrapText="bothSides">
                    <wp:wrapPolygon edited="0">
                      <wp:start x="-267" y="0"/>
                      <wp:lineTo x="-267" y="21319"/>
                      <wp:lineTo x="21600" y="21319"/>
                      <wp:lineTo x="21600" y="0"/>
                      <wp:lineTo x="-267" y="0"/>
                    </wp:wrapPolygon>
                  </wp:wrapTight>
                  <wp:docPr id="50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079" t="20898" r="7790" b="20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77BEC">
              <w:t xml:space="preserve">10.  Graph </w:t>
            </w:r>
            <w:r w:rsidR="00C77BEC" w:rsidRPr="00C77BEC">
              <w:rPr>
                <w:u w:val="single"/>
              </w:rPr>
              <w:t>and</w:t>
            </w:r>
            <w:r w:rsidRPr="00C77BEC">
              <w:t xml:space="preserve"> calculate the midpoint of </w:t>
            </w:r>
            <w:r w:rsidRPr="00C77BEC">
              <w:rPr>
                <w:position w:val="-10"/>
              </w:rPr>
              <w:object w:dxaOrig="680" w:dyaOrig="320">
                <v:shape id="_x0000_i1025" type="#_x0000_t75" style="width:34.35pt;height:15.9pt" o:ole="">
                  <v:imagedata r:id="rId13" o:title=""/>
                </v:shape>
                <o:OLEObject Type="Embed" ProgID="Equation.DSMT4" ShapeID="_x0000_i1025" DrawAspect="Content" ObjectID="_1473442107" r:id="rId17"/>
              </w:object>
            </w:r>
            <w:r w:rsidRPr="00C77BEC">
              <w:t xml:space="preserve">and </w:t>
            </w:r>
            <w:r w:rsidRPr="00C77BEC">
              <w:rPr>
                <w:position w:val="-10"/>
              </w:rPr>
              <w:object w:dxaOrig="560" w:dyaOrig="320">
                <v:shape id="_x0000_i1026" type="#_x0000_t75" style="width:27.65pt;height:15.9pt" o:ole="">
                  <v:imagedata r:id="rId15" o:title=""/>
                </v:shape>
                <o:OLEObject Type="Embed" ProgID="Equation.DSMT4" ShapeID="_x0000_i1026" DrawAspect="Content" ObjectID="_1473442108" r:id="rId18"/>
              </w:object>
            </w:r>
          </w:p>
          <w:p w:rsidR="009225AE" w:rsidRDefault="009225AE" w:rsidP="00E52DFE"/>
        </w:tc>
      </w:tr>
    </w:tbl>
    <w:p w:rsidR="009225AE" w:rsidRPr="009225AE" w:rsidRDefault="009225AE">
      <w:pPr>
        <w:rPr>
          <w:sz w:val="12"/>
        </w:rPr>
      </w:pPr>
    </w:p>
    <w:sectPr w:rsidR="009225AE" w:rsidRPr="009225AE" w:rsidSect="00ED52C2">
      <w:footerReference w:type="default" r:id="rId19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D53" w:rsidRDefault="00575D53" w:rsidP="004A1C66">
      <w:r>
        <w:separator/>
      </w:r>
    </w:p>
  </w:endnote>
  <w:endnote w:type="continuationSeparator" w:id="0">
    <w:p w:rsidR="00575D53" w:rsidRDefault="00575D5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D53" w:rsidRDefault="00575D53" w:rsidP="004A1C66">
      <w:r>
        <w:separator/>
      </w:r>
    </w:p>
  </w:footnote>
  <w:footnote w:type="continuationSeparator" w:id="0">
    <w:p w:rsidR="00575D53" w:rsidRDefault="00575D5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9965CF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76C72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444C26"/>
    <w:multiLevelType w:val="hybridMultilevel"/>
    <w:tmpl w:val="DEFE5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7A329B"/>
    <w:multiLevelType w:val="hybridMultilevel"/>
    <w:tmpl w:val="572A4AF4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1"/>
  </w:num>
  <w:num w:numId="5">
    <w:abstractNumId w:val="8"/>
  </w:num>
  <w:num w:numId="6">
    <w:abstractNumId w:val="9"/>
  </w:num>
  <w:num w:numId="7">
    <w:abstractNumId w:val="0"/>
  </w:num>
  <w:num w:numId="8">
    <w:abstractNumId w:val="7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565"/>
    <w:rsid w:val="000159E4"/>
    <w:rsid w:val="00022F13"/>
    <w:rsid w:val="000248E2"/>
    <w:rsid w:val="00036BDB"/>
    <w:rsid w:val="00212B8C"/>
    <w:rsid w:val="00242D79"/>
    <w:rsid w:val="002475D4"/>
    <w:rsid w:val="002F1175"/>
    <w:rsid w:val="003B785F"/>
    <w:rsid w:val="00453565"/>
    <w:rsid w:val="004A1C66"/>
    <w:rsid w:val="004D05E9"/>
    <w:rsid w:val="004D2DC4"/>
    <w:rsid w:val="004D6026"/>
    <w:rsid w:val="00575D53"/>
    <w:rsid w:val="00624A63"/>
    <w:rsid w:val="0065474E"/>
    <w:rsid w:val="00674044"/>
    <w:rsid w:val="006F5A5F"/>
    <w:rsid w:val="00912065"/>
    <w:rsid w:val="009225AE"/>
    <w:rsid w:val="00AD149F"/>
    <w:rsid w:val="00B53200"/>
    <w:rsid w:val="00BA6001"/>
    <w:rsid w:val="00C23793"/>
    <w:rsid w:val="00C77BEC"/>
    <w:rsid w:val="00CB046C"/>
    <w:rsid w:val="00CE4705"/>
    <w:rsid w:val="00DD6332"/>
    <w:rsid w:val="00E27BD8"/>
    <w:rsid w:val="00E372A3"/>
    <w:rsid w:val="00ED05F2"/>
    <w:rsid w:val="00ED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6BD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24A63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file:///C:\My%20Documents\TIIimagefile21554.gif" TargetMode="External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6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2014-09-29T01:38:00Z</dcterms:created>
  <dcterms:modified xsi:type="dcterms:W3CDTF">2014-09-29T01:39:00Z</dcterms:modified>
</cp:coreProperties>
</file>